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F3A" w:rsidRDefault="002B1F3A" w:rsidP="002B1F3A">
      <w:pPr>
        <w:shd w:val="clear" w:color="auto" w:fill="FFFFFF"/>
        <w:tabs>
          <w:tab w:val="left" w:leader="dot" w:pos="4238"/>
        </w:tabs>
        <w:spacing w:before="27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65A3E">
        <w:rPr>
          <w:rFonts w:ascii="Times New Roman" w:hAnsi="Times New Roman" w:cs="Times New Roman"/>
          <w:sz w:val="24"/>
          <w:szCs w:val="24"/>
        </w:rPr>
        <w:t>Załącznik n</w:t>
      </w:r>
      <w:r w:rsidR="00D75D18">
        <w:rPr>
          <w:rFonts w:ascii="Times New Roman" w:hAnsi="Times New Roman" w:cs="Times New Roman"/>
          <w:sz w:val="24"/>
          <w:szCs w:val="24"/>
        </w:rPr>
        <w:t>r 6</w:t>
      </w:r>
      <w:bookmarkStart w:id="0" w:name="_GoBack"/>
      <w:bookmarkEnd w:id="0"/>
      <w:r w:rsidR="00D75D18">
        <w:rPr>
          <w:rFonts w:ascii="Times New Roman" w:hAnsi="Times New Roman" w:cs="Times New Roman"/>
          <w:sz w:val="24"/>
          <w:szCs w:val="24"/>
        </w:rPr>
        <w:t xml:space="preserve"> do zapytania ofertowego nr 2/LOWES/201</w:t>
      </w:r>
    </w:p>
    <w:p w:rsidR="00065A3E" w:rsidRPr="00065A3E" w:rsidRDefault="00065A3E" w:rsidP="002B1F3A">
      <w:pPr>
        <w:shd w:val="clear" w:color="auto" w:fill="FFFFFF"/>
        <w:tabs>
          <w:tab w:val="left" w:leader="dot" w:pos="4238"/>
        </w:tabs>
        <w:spacing w:before="27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B1EBB" w:rsidRPr="00065A3E" w:rsidRDefault="005B1EBB" w:rsidP="005B1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A3E">
        <w:rPr>
          <w:rFonts w:ascii="Times New Roman" w:hAnsi="Times New Roman" w:cs="Times New Roman"/>
          <w:sz w:val="24"/>
          <w:szCs w:val="24"/>
        </w:rPr>
        <w:t xml:space="preserve">……………………..….                                                                              ………………………………..     </w:t>
      </w:r>
      <w:r w:rsidR="005A51F1" w:rsidRPr="00065A3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4522D" w:rsidRPr="00065A3E">
        <w:rPr>
          <w:rFonts w:ascii="Times New Roman" w:hAnsi="Times New Roman" w:cs="Times New Roman"/>
          <w:sz w:val="24"/>
          <w:szCs w:val="24"/>
        </w:rPr>
        <w:t xml:space="preserve">(osoba wskazana  do wykonania </w:t>
      </w:r>
      <w:r w:rsidRPr="00065A3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4522D" w:rsidRPr="00065A3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A51F1" w:rsidRPr="00065A3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5A3E">
        <w:rPr>
          <w:rFonts w:ascii="Times New Roman" w:hAnsi="Times New Roman" w:cs="Times New Roman"/>
          <w:sz w:val="24"/>
          <w:szCs w:val="24"/>
        </w:rPr>
        <w:t>( Miejscowość, data)</w:t>
      </w:r>
    </w:p>
    <w:p w:rsidR="00AD0DEA" w:rsidRPr="00065A3E" w:rsidRDefault="0024522D" w:rsidP="005B1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A3E">
        <w:rPr>
          <w:rFonts w:ascii="Times New Roman" w:hAnsi="Times New Roman" w:cs="Times New Roman"/>
          <w:sz w:val="24"/>
          <w:szCs w:val="24"/>
        </w:rPr>
        <w:t>przedmiotu zamówienia)</w:t>
      </w:r>
    </w:p>
    <w:p w:rsidR="00581D35" w:rsidRPr="00065A3E" w:rsidRDefault="00581D35" w:rsidP="00581D35">
      <w:pPr>
        <w:rPr>
          <w:rFonts w:ascii="Times New Roman" w:hAnsi="Times New Roman" w:cs="Times New Roman"/>
          <w:sz w:val="24"/>
          <w:szCs w:val="24"/>
        </w:rPr>
      </w:pPr>
    </w:p>
    <w:p w:rsidR="00581D35" w:rsidRPr="00065A3E" w:rsidRDefault="00581D35" w:rsidP="00581D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A3E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81D35" w:rsidRPr="00065A3E" w:rsidRDefault="00581D35" w:rsidP="00581D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D5B" w:rsidRPr="00065A3E" w:rsidRDefault="00BD615C" w:rsidP="00021D5B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065A3E">
        <w:rPr>
          <w:rFonts w:ascii="Times New Roman" w:hAnsi="Times New Roman" w:cs="Times New Roman"/>
        </w:rPr>
        <w:t xml:space="preserve">            W</w:t>
      </w:r>
      <w:r w:rsidR="005B1EBB" w:rsidRPr="00065A3E">
        <w:rPr>
          <w:rFonts w:ascii="Times New Roman" w:hAnsi="Times New Roman" w:cs="Times New Roman"/>
        </w:rPr>
        <w:t xml:space="preserve">  związku ze złoże</w:t>
      </w:r>
      <w:r w:rsidR="002B1F3A" w:rsidRPr="00065A3E">
        <w:rPr>
          <w:rFonts w:ascii="Times New Roman" w:hAnsi="Times New Roman" w:cs="Times New Roman"/>
        </w:rPr>
        <w:t xml:space="preserve">niem oferty na przeprowadzenie szkolenia – UKŁADY KLIMATYZACJI SAMOCHODOWYCH - BUDOWA I DIAGNOSTYKA dla uczestników projektu „Lubuski Ośrodek Wsparcia Ekonomii Społecznej” Działanie 7.6 Wsparcie dla OWES i ROPS we wzmacnianiu sektora ekonomii społecznej Poddziałanie 7.6.1 Wsparcie rozwoju ES poprzez działania ośrodków wsparcia ekonomii społecznej z Unii Europejskiej ze środków EFS, w ramach regionalnego programu Operacyjnego – Lubuskie 2020 </w:t>
      </w:r>
      <w:r w:rsidR="00581D35" w:rsidRPr="00065A3E">
        <w:rPr>
          <w:rFonts w:ascii="Times New Roman" w:hAnsi="Times New Roman" w:cs="Times New Roman"/>
        </w:rPr>
        <w:t>oświadczam, że</w:t>
      </w:r>
      <w:r w:rsidR="00021D5B" w:rsidRPr="00065A3E">
        <w:rPr>
          <w:rFonts w:ascii="Times New Roman" w:hAnsi="Times New Roman" w:cs="Times New Roman"/>
        </w:rPr>
        <w:t xml:space="preserve"> nie podlegam wykluczeniu w rozumieniu zasady konkurencyjności, o której mowa  w wytycznych w zakresie kwalifikowania wydatków w ramach Europejskiego Funduszu Rozwoju Regionalnego, Europejskiego funduszu Społecznego oraz Funduszu Spójności na lata 2014 -2020  tj. nie jestem </w:t>
      </w:r>
      <w:r w:rsidR="002B1F3A" w:rsidRPr="00065A3E">
        <w:rPr>
          <w:rFonts w:ascii="Times New Roman" w:hAnsi="Times New Roman" w:cs="Times New Roman"/>
        </w:rPr>
        <w:t>powiązany/a</w:t>
      </w:r>
      <w:r w:rsidR="00021D5B" w:rsidRPr="00065A3E">
        <w:rPr>
          <w:rFonts w:ascii="Times New Roman" w:hAnsi="Times New Roman" w:cs="Times New Roman"/>
        </w:rPr>
        <w:t xml:space="preserve"> osobow</w:t>
      </w:r>
      <w:r w:rsidR="002B1F3A" w:rsidRPr="00065A3E">
        <w:rPr>
          <w:rFonts w:ascii="Times New Roman" w:hAnsi="Times New Roman" w:cs="Times New Roman"/>
        </w:rPr>
        <w:t>o lub kapitałowo z zamawiającym</w:t>
      </w:r>
      <w:r w:rsidR="00021D5B" w:rsidRPr="00065A3E">
        <w:rPr>
          <w:rFonts w:ascii="Times New Roman" w:hAnsi="Times New Roman" w:cs="Times New Roman"/>
        </w:rPr>
        <w:t xml:space="preserve">, z osoba upoważnioną do zaciągania zobowiązań w imieniu zamawiającego lub osobami wykonującymi w imieniu Zamawiającego czynności związane z przygotowaniem i przeprowadzeniem procedury wyboru wykonawcy polegające w szczególności na: </w:t>
      </w:r>
    </w:p>
    <w:p w:rsidR="00021D5B" w:rsidRPr="00065A3E" w:rsidRDefault="00021D5B" w:rsidP="00021D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65A3E">
        <w:rPr>
          <w:rFonts w:ascii="Times New Roman" w:hAnsi="Times New Roman" w:cs="Times New Roman"/>
          <w:sz w:val="24"/>
          <w:szCs w:val="24"/>
        </w:rPr>
        <w:t>a) uczestniczeniu w spółce jako wspólnik spółki cywilnej lub spółki osobowej,</w:t>
      </w:r>
    </w:p>
    <w:p w:rsidR="00021D5B" w:rsidRPr="00065A3E" w:rsidRDefault="00021D5B" w:rsidP="00021D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65A3E">
        <w:rPr>
          <w:rFonts w:ascii="Times New Roman" w:hAnsi="Times New Roman" w:cs="Times New Roman"/>
          <w:sz w:val="24"/>
          <w:szCs w:val="24"/>
        </w:rPr>
        <w:t>b) posiadaniu co najmniej 10% udziałów lub akcji, o ile niższy próg nie wynika z przepisów prawa lub nie został określony przez IZ w wytycznych programowych,</w:t>
      </w:r>
    </w:p>
    <w:p w:rsidR="00021D5B" w:rsidRPr="00065A3E" w:rsidRDefault="00021D5B" w:rsidP="00021D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65A3E">
        <w:rPr>
          <w:rFonts w:ascii="Times New Roman" w:hAnsi="Times New Roman" w:cs="Times New Roman"/>
          <w:sz w:val="24"/>
          <w:szCs w:val="24"/>
        </w:rPr>
        <w:t>c) pełnieniu funkcji członka organu nadzorczego lub zarządzającego, prokurenta, pełnomocnika,</w:t>
      </w:r>
    </w:p>
    <w:p w:rsidR="00021D5B" w:rsidRPr="00065A3E" w:rsidRDefault="00021D5B" w:rsidP="00021D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65A3E">
        <w:rPr>
          <w:rFonts w:ascii="Times New Roman" w:hAnsi="Times New Roman" w:cs="Times New Roman"/>
          <w:sz w:val="24"/>
          <w:szCs w:val="24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581D35" w:rsidRPr="00065A3E" w:rsidRDefault="00581D35" w:rsidP="00581D3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1D35" w:rsidRPr="00065A3E" w:rsidRDefault="00581D35" w:rsidP="005A51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5A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…………………………………….</w:t>
      </w:r>
    </w:p>
    <w:p w:rsidR="00AF2CCF" w:rsidRDefault="00581D35" w:rsidP="00065A3E">
      <w:pPr>
        <w:spacing w:after="0" w:line="240" w:lineRule="auto"/>
        <w:jc w:val="center"/>
      </w:pPr>
      <w:r w:rsidRPr="00065A3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</w:t>
      </w:r>
      <w:r w:rsidR="005B1EBB" w:rsidRPr="00065A3E">
        <w:rPr>
          <w:rFonts w:ascii="Times New Roman" w:hAnsi="Times New Roman" w:cs="Times New Roman"/>
          <w:i/>
          <w:sz w:val="24"/>
          <w:szCs w:val="24"/>
        </w:rPr>
        <w:t xml:space="preserve">                    czytelny podpis</w:t>
      </w:r>
    </w:p>
    <w:sectPr w:rsidR="00AF2CCF" w:rsidSect="007E1EEB">
      <w:headerReference w:type="default" r:id="rId6"/>
      <w:footerReference w:type="default" r:id="rId7"/>
      <w:pgSz w:w="11906" w:h="16838"/>
      <w:pgMar w:top="58" w:right="720" w:bottom="720" w:left="720" w:header="142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40C" w:rsidRDefault="0085440C" w:rsidP="00AF2CCF">
      <w:pPr>
        <w:spacing w:after="0" w:line="240" w:lineRule="auto"/>
      </w:pPr>
      <w:r>
        <w:separator/>
      </w:r>
    </w:p>
  </w:endnote>
  <w:endnote w:type="continuationSeparator" w:id="0">
    <w:p w:rsidR="0085440C" w:rsidRDefault="0085440C" w:rsidP="00AF2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280" w:rsidRDefault="002B1F3A" w:rsidP="002B1F3A">
    <w:pPr>
      <w:pStyle w:val="Stopka"/>
      <w:jc w:val="center"/>
    </w:pPr>
    <w:r w:rsidRPr="002B1F3A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4072D7BB" wp14:editId="10CAE81E">
          <wp:extent cx="5761990" cy="523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40C" w:rsidRDefault="0085440C" w:rsidP="00AF2CCF">
      <w:pPr>
        <w:spacing w:after="0" w:line="240" w:lineRule="auto"/>
      </w:pPr>
      <w:r>
        <w:separator/>
      </w:r>
    </w:p>
  </w:footnote>
  <w:footnote w:type="continuationSeparator" w:id="0">
    <w:p w:rsidR="0085440C" w:rsidRDefault="0085440C" w:rsidP="00AF2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3A5" w:rsidRDefault="007C23A5" w:rsidP="007C23A5">
    <w:pPr>
      <w:shd w:val="clear" w:color="auto" w:fill="FFFFFF"/>
      <w:tabs>
        <w:tab w:val="left" w:leader="dot" w:pos="4238"/>
      </w:tabs>
      <w:spacing w:before="278"/>
      <w:outlineLvl w:val="0"/>
      <w:rPr>
        <w:noProof/>
        <w:lang w:eastAsia="pl-PL"/>
      </w:rPr>
    </w:pPr>
  </w:p>
  <w:p w:rsidR="002B1F3A" w:rsidRPr="007C23A5" w:rsidRDefault="002B1F3A" w:rsidP="002B1F3A">
    <w:pPr>
      <w:shd w:val="clear" w:color="auto" w:fill="FFFFFF"/>
      <w:tabs>
        <w:tab w:val="left" w:leader="dot" w:pos="4238"/>
      </w:tabs>
      <w:spacing w:before="278"/>
      <w:jc w:val="center"/>
      <w:outlineLvl w:val="0"/>
      <w:rPr>
        <w:rFonts w:ascii="Times New Roman" w:hAnsi="Times New Roman" w:cs="Times New Roman"/>
        <w:sz w:val="20"/>
        <w:szCs w:val="20"/>
      </w:rPr>
    </w:pPr>
    <w:r w:rsidRPr="002B1F3A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6A8FC965" wp14:editId="292E0833">
          <wp:extent cx="5858510" cy="925028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925028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0D"/>
    <w:rsid w:val="00016139"/>
    <w:rsid w:val="00021D5B"/>
    <w:rsid w:val="00041430"/>
    <w:rsid w:val="00065A3E"/>
    <w:rsid w:val="000940B4"/>
    <w:rsid w:val="00124907"/>
    <w:rsid w:val="0017383E"/>
    <w:rsid w:val="00174280"/>
    <w:rsid w:val="001925DA"/>
    <w:rsid w:val="001E24C3"/>
    <w:rsid w:val="002022CE"/>
    <w:rsid w:val="0024522D"/>
    <w:rsid w:val="00252696"/>
    <w:rsid w:val="0028357D"/>
    <w:rsid w:val="002B1F3A"/>
    <w:rsid w:val="00307712"/>
    <w:rsid w:val="003C55F3"/>
    <w:rsid w:val="0042417B"/>
    <w:rsid w:val="00425D17"/>
    <w:rsid w:val="00443ECF"/>
    <w:rsid w:val="004E5A33"/>
    <w:rsid w:val="00581D35"/>
    <w:rsid w:val="005848E3"/>
    <w:rsid w:val="005A51F1"/>
    <w:rsid w:val="005B1EBB"/>
    <w:rsid w:val="005D0953"/>
    <w:rsid w:val="006119B5"/>
    <w:rsid w:val="00652BE9"/>
    <w:rsid w:val="006D3E57"/>
    <w:rsid w:val="006D6CDE"/>
    <w:rsid w:val="006E3A0D"/>
    <w:rsid w:val="007C23A5"/>
    <w:rsid w:val="007E1EEB"/>
    <w:rsid w:val="0085440C"/>
    <w:rsid w:val="00897360"/>
    <w:rsid w:val="009A7AEC"/>
    <w:rsid w:val="00A46987"/>
    <w:rsid w:val="00A51E9B"/>
    <w:rsid w:val="00AA37BB"/>
    <w:rsid w:val="00AA5EC5"/>
    <w:rsid w:val="00AD0DEA"/>
    <w:rsid w:val="00AF2CCF"/>
    <w:rsid w:val="00B3086B"/>
    <w:rsid w:val="00B63202"/>
    <w:rsid w:val="00B657B3"/>
    <w:rsid w:val="00BD615C"/>
    <w:rsid w:val="00C15C7B"/>
    <w:rsid w:val="00C34EB1"/>
    <w:rsid w:val="00C94E90"/>
    <w:rsid w:val="00CC7CC5"/>
    <w:rsid w:val="00D54EAE"/>
    <w:rsid w:val="00D75D18"/>
    <w:rsid w:val="00DA02D7"/>
    <w:rsid w:val="00DA6535"/>
    <w:rsid w:val="00DB3C51"/>
    <w:rsid w:val="00E25E6F"/>
    <w:rsid w:val="00E452B6"/>
    <w:rsid w:val="00E951C4"/>
    <w:rsid w:val="00EA4ECD"/>
    <w:rsid w:val="00EC03DB"/>
    <w:rsid w:val="00ED1CFA"/>
    <w:rsid w:val="00EF3FE3"/>
    <w:rsid w:val="00F15C85"/>
    <w:rsid w:val="00F8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6B18E"/>
  <w15:docId w15:val="{1DBFE34A-06AC-416F-8ADF-D5DE2267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CCF"/>
  </w:style>
  <w:style w:type="paragraph" w:styleId="Stopka">
    <w:name w:val="footer"/>
    <w:basedOn w:val="Normalny"/>
    <w:link w:val="StopkaZnak"/>
    <w:uiPriority w:val="99"/>
    <w:unhideWhenUsed/>
    <w:rsid w:val="00AF2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CCF"/>
  </w:style>
  <w:style w:type="paragraph" w:styleId="Tekstdymka">
    <w:name w:val="Balloon Text"/>
    <w:basedOn w:val="Normalny"/>
    <w:link w:val="TekstdymkaZnak"/>
    <w:uiPriority w:val="99"/>
    <w:semiHidden/>
    <w:unhideWhenUsed/>
    <w:rsid w:val="00AF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C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581D35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rsid w:val="00581D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443ECF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43ECF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\Desktop\RPO%20-%207.4.1\Realizacja\kadry\papier%20z%20logo%20-%20pozosta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z logo - pozostale</Template>
  <TotalTime>40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Krąg Tomasz Kogucki</cp:lastModifiedBy>
  <cp:revision>52</cp:revision>
  <cp:lastPrinted>2017-02-02T10:24:00Z</cp:lastPrinted>
  <dcterms:created xsi:type="dcterms:W3CDTF">2016-08-31T10:02:00Z</dcterms:created>
  <dcterms:modified xsi:type="dcterms:W3CDTF">2017-03-27T10:36:00Z</dcterms:modified>
</cp:coreProperties>
</file>